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E960BB" w:rsidR="00C44DF7" w:rsidP="00C44DF7" w:rsidRDefault="00C44DF7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5BD74F6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0368C2" w:rsid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C1555">
        <w:rPr>
          <w:rFonts w:ascii="Corbel" w:hAnsi="Corbel"/>
          <w:smallCaps/>
          <w:sz w:val="24"/>
          <w:szCs w:val="24"/>
        </w:rPr>
        <w:t>2022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7C1555">
        <w:rPr>
          <w:rFonts w:ascii="Corbel" w:hAnsi="Corbel"/>
          <w:smallCaps/>
          <w:sz w:val="24"/>
          <w:szCs w:val="24"/>
        </w:rPr>
        <w:t>4</w:t>
      </w:r>
    </w:p>
    <w:p xmlns:wp14="http://schemas.microsoft.com/office/word/2010/wordml" w:rsidRPr="00EA4832" w:rsidR="004F7D1B" w:rsidP="0099324C" w:rsidRDefault="004F7D1B" w14:paraId="304A334E" wp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7C1555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/202</w:t>
      </w:r>
      <w:r w:rsidR="007C1555">
        <w:rPr>
          <w:rFonts w:ascii="Corbel" w:hAnsi="Corbel"/>
          <w:sz w:val="20"/>
          <w:szCs w:val="20"/>
        </w:rPr>
        <w:t>4</w:t>
      </w:r>
    </w:p>
    <w:p xmlns:wp14="http://schemas.microsoft.com/office/word/2010/wordml" w:rsidR="004F7D1B" w:rsidP="009C54AE" w:rsidRDefault="004F7D1B" w14:paraId="672A665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3A8D05EC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informacje o przedmiocie </w:t>
      </w:r>
    </w:p>
    <w:p xmlns:wp14="http://schemas.microsoft.com/office/word/2010/wordml" w:rsidRPr="009C54AE" w:rsidR="0099324C" w:rsidP="0099324C" w:rsidRDefault="0099324C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xmlns:wp14="http://schemas.microsoft.com/office/word/2010/wordml" w:rsidRPr="009C54AE" w:rsidR="004E4652" w:rsidTr="00527787" w14:paraId="6A0A8359" wp14:textId="77777777">
        <w:tc>
          <w:tcPr>
            <w:tcW w:w="4282" w:type="dxa"/>
            <w:vAlign w:val="center"/>
          </w:tcPr>
          <w:p w:rsidRPr="009C54AE" w:rsidR="004E4652" w:rsidP="00245140" w:rsidRDefault="004E4652" w14:paraId="59701564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:rsidRPr="0079395F" w:rsidR="004E4652" w:rsidP="00245140" w:rsidRDefault="003D089D" w14:paraId="7E8F126A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D089D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xmlns:wp14="http://schemas.microsoft.com/office/word/2010/wordml" w:rsidRPr="009B3A3F" w:rsidR="004E4652" w:rsidTr="00527787" w14:paraId="4DC109D8" wp14:textId="77777777">
        <w:tc>
          <w:tcPr>
            <w:tcW w:w="4282" w:type="dxa"/>
            <w:vAlign w:val="center"/>
          </w:tcPr>
          <w:p w:rsidRPr="009C54AE" w:rsidR="004E4652" w:rsidP="00245140" w:rsidRDefault="004E4652" w14:paraId="1A8BC5E6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DE16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:rsidRPr="003D089D" w:rsidR="004961D3" w:rsidP="00245140" w:rsidRDefault="003D089D" w14:paraId="1AAAE2F3" wp14:textId="77777777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</w:pPr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E/II/</w:t>
            </w:r>
            <w:proofErr w:type="spellStart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EiZSP</w:t>
            </w:r>
            <w:proofErr w:type="spellEnd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/C-1.5a</w:t>
            </w:r>
          </w:p>
        </w:tc>
      </w:tr>
      <w:tr xmlns:wp14="http://schemas.microsoft.com/office/word/2010/wordml" w:rsidRPr="009C54AE" w:rsidR="00665E6B" w:rsidTr="00527787" w14:paraId="4E2F8C33" wp14:textId="77777777">
        <w:tc>
          <w:tcPr>
            <w:tcW w:w="4282" w:type="dxa"/>
            <w:vAlign w:val="center"/>
          </w:tcPr>
          <w:p w:rsidRPr="009C54AE" w:rsidR="00665E6B" w:rsidP="00245140" w:rsidRDefault="00665E6B" w14:paraId="19552E28" wp14:textId="77777777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:rsidRPr="009C54AE" w:rsidR="00665E6B" w:rsidP="00245140" w:rsidRDefault="00665E6B" w14:paraId="7E3E3000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4E4652" w:rsidTr="00527787" w14:paraId="729EEB71" wp14:textId="77777777">
        <w:tc>
          <w:tcPr>
            <w:tcW w:w="4282" w:type="dxa"/>
            <w:vAlign w:val="center"/>
          </w:tcPr>
          <w:p w:rsidRPr="009C54AE" w:rsidR="004E4652" w:rsidP="00245140" w:rsidRDefault="004E4652" w14:paraId="0A39E105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7C1555" w14:paraId="39D5F799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xmlns:wp14="http://schemas.microsoft.com/office/word/2010/wordml" w:rsidRPr="009C54AE" w:rsidR="004E4652" w:rsidTr="00527787" w14:paraId="048482E6" wp14:textId="77777777">
        <w:tc>
          <w:tcPr>
            <w:tcW w:w="4282" w:type="dxa"/>
            <w:vAlign w:val="center"/>
          </w:tcPr>
          <w:p w:rsidRPr="009C54AE" w:rsidR="004E4652" w:rsidP="00245140" w:rsidRDefault="004E4652" w14:paraId="4B835047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3D089D" w14:paraId="00CB2F6F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xmlns:wp14="http://schemas.microsoft.com/office/word/2010/wordml" w:rsidRPr="009C54AE" w:rsidR="004E4652" w:rsidTr="00527787" w14:paraId="2396F597" wp14:textId="77777777">
        <w:tc>
          <w:tcPr>
            <w:tcW w:w="4282" w:type="dxa"/>
            <w:vAlign w:val="center"/>
          </w:tcPr>
          <w:p w:rsidRPr="009C54AE" w:rsidR="004E4652" w:rsidP="00245140" w:rsidRDefault="004E4652" w14:paraId="79638DC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:rsidRPr="00EB2281" w:rsidR="004E4652" w:rsidP="003D089D" w:rsidRDefault="007C1555" w14:paraId="76DD6F0D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xmlns:wp14="http://schemas.microsoft.com/office/word/2010/wordml" w:rsidRPr="009C54AE" w:rsidR="004E4652" w:rsidTr="00527787" w14:paraId="3A488BE5" wp14:textId="77777777">
        <w:tc>
          <w:tcPr>
            <w:tcW w:w="4282" w:type="dxa"/>
            <w:vAlign w:val="center"/>
          </w:tcPr>
          <w:p w:rsidRPr="009C54AE" w:rsidR="004E4652" w:rsidP="00245140" w:rsidRDefault="004E4652" w14:paraId="04C0481C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3D089D" w14:paraId="37EEED7E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4E4652" w:rsidTr="00527787" w14:paraId="18E4151E" wp14:textId="77777777">
        <w:tc>
          <w:tcPr>
            <w:tcW w:w="4282" w:type="dxa"/>
            <w:vAlign w:val="center"/>
          </w:tcPr>
          <w:p w:rsidRPr="009C54AE" w:rsidR="004E4652" w:rsidP="00245140" w:rsidRDefault="004E4652" w14:paraId="7C3992E0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:rsidRPr="00EB2281" w:rsidR="004E4652" w:rsidP="009B3A3F" w:rsidRDefault="009B3A3F" w14:paraId="4CF4A1ED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4E4652" w:rsidTr="00527787" w14:paraId="58954631" wp14:textId="77777777">
        <w:tc>
          <w:tcPr>
            <w:tcW w:w="4282" w:type="dxa"/>
            <w:vAlign w:val="center"/>
          </w:tcPr>
          <w:p w:rsidRPr="009C54AE" w:rsidR="004E4652" w:rsidP="00245140" w:rsidRDefault="004E4652" w14:paraId="47AAF24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:rsidRPr="00EB2281" w:rsidR="004E4652" w:rsidP="007C1555" w:rsidRDefault="00381321" w14:paraId="09A16E3F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D089D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4E4652" w:rsidTr="00527787" w14:paraId="6C505C59" wp14:textId="77777777">
        <w:tc>
          <w:tcPr>
            <w:tcW w:w="4282" w:type="dxa"/>
            <w:vAlign w:val="center"/>
          </w:tcPr>
          <w:p w:rsidRPr="009C54AE" w:rsidR="004E4652" w:rsidP="00245140" w:rsidRDefault="004E4652" w14:paraId="5863A11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D16B0F" w14:paraId="2EEBBFA0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xmlns:wp14="http://schemas.microsoft.com/office/word/2010/wordml" w:rsidRPr="009C54AE" w:rsidR="004E4652" w:rsidTr="00527787" w14:paraId="2786482B" wp14:textId="77777777">
        <w:tc>
          <w:tcPr>
            <w:tcW w:w="4282" w:type="dxa"/>
            <w:vAlign w:val="center"/>
          </w:tcPr>
          <w:p w:rsidRPr="009C54AE" w:rsidR="004E4652" w:rsidP="00245140" w:rsidRDefault="004E4652" w14:paraId="13A990D4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4E4652" w14:paraId="205A1F16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4E4652" w:rsidTr="00527787" w14:paraId="1AEB1DBE" wp14:textId="77777777">
        <w:tc>
          <w:tcPr>
            <w:tcW w:w="4282" w:type="dxa"/>
            <w:vAlign w:val="center"/>
          </w:tcPr>
          <w:p w:rsidRPr="009C54AE" w:rsidR="004E4652" w:rsidP="00245140" w:rsidRDefault="004E4652" w14:paraId="69C2AF6E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:rsidRPr="00AF68A0" w:rsidR="004E4652" w:rsidP="00245140" w:rsidRDefault="00405599" w14:paraId="104B787F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xmlns:wp14="http://schemas.microsoft.com/office/word/2010/wordml" w:rsidRPr="009C54AE" w:rsidR="00AF68A0" w:rsidTr="00527787" w14:paraId="11A7EF63" wp14:textId="77777777">
        <w:tc>
          <w:tcPr>
            <w:tcW w:w="4282" w:type="dxa"/>
            <w:vAlign w:val="center"/>
          </w:tcPr>
          <w:p w:rsidRPr="009C54AE" w:rsidR="00AF68A0" w:rsidP="00245140" w:rsidRDefault="00AF68A0" w14:paraId="471FE442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:rsidRPr="00AF68A0" w:rsidR="00AF68A0" w:rsidP="00245140" w:rsidRDefault="00405599" w14:paraId="1A3E6DE6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xmlns:wp14="http://schemas.microsoft.com/office/word/2010/wordml" w:rsidRPr="009C54AE" w:rsidR="0085747A" w:rsidP="009C54AE" w:rsidRDefault="0085747A" w14:paraId="2EA7DA07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B90885" w:rsidR="00015407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015407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Pr="009C54AE" w:rsidR="000154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xmlns:wp14="http://schemas.microsoft.com/office/word/2010/wordml" w:rsidRPr="009C54AE" w:rsidR="00015B8F" w:rsidTr="00632F2B" w14:paraId="48EC1578" wp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13162B" w:rsidRDefault="00015B8F" w14:paraId="1EC03D39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3860AB22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321AA22A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409DDADA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0AB6E05A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13162B" w:rsidRDefault="00015B8F" w14:paraId="0B273B9D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63A8E3D2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69FA399F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5B5B1B43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58C1295F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xmlns:wp14="http://schemas.microsoft.com/office/word/2010/wordml" w:rsidRPr="009C54AE" w:rsidR="00632F2B" w:rsidTr="00632F2B" w14:paraId="67BCBEF6" wp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3D089D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9B3A3F" w14:paraId="2B2B730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3D089D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35C0EB42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xmlns:wp14="http://schemas.microsoft.com/office/word/2010/wordml" w:rsidRPr="00E90B57" w:rsidR="00637783" w:rsidP="00637783" w:rsidRDefault="00F12276" w14:paraId="6B4DA59D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Pr="00F00151" w:rsidR="00637783">
        <w:rPr>
          <w:rFonts w:ascii="Corbel" w:hAnsi="Corbel"/>
          <w:b w:val="0"/>
          <w:smallCaps w:val="0"/>
          <w:szCs w:val="24"/>
        </w:rPr>
        <w:t>ajęcia w formie tradycyjnej</w:t>
      </w:r>
      <w:r w:rsidRPr="00E90B57" w:rsidR="00637783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85747A" w:rsidP="004E4652" w:rsidRDefault="004E4652" w14:paraId="55D48E7E" wp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="00923D7D" w:rsidP="009C54AE" w:rsidRDefault="00923D7D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923D7D" w:rsidP="009C54AE" w:rsidRDefault="00923D7D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745302" w14:paraId="7DC6740B" wp14:textId="77777777">
        <w:tc>
          <w:tcPr>
            <w:tcW w:w="9670" w:type="dxa"/>
          </w:tcPr>
          <w:p w:rsidRPr="009C54AE" w:rsidR="0085747A" w:rsidP="004961D3" w:rsidRDefault="004C5822" w14:paraId="1DF43E52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9C54AE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9C54AE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4961D3" w:rsidRDefault="0071620A" w14:paraId="25B01EB8" wp14:textId="77777777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p xmlns:wp14="http://schemas.microsoft.com/office/word/2010/wordml" w:rsidRPr="009C54AE" w:rsidR="00F83B28" w:rsidP="009C54AE" w:rsidRDefault="00F83B28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xmlns:wp14="http://schemas.microsoft.com/office/word/2010/wordml" w:rsidRPr="004E4652" w:rsidR="00B74045" w:rsidTr="00B74045" w14:paraId="532AED49" wp14:textId="77777777">
        <w:tc>
          <w:tcPr>
            <w:tcW w:w="845" w:type="dxa"/>
            <w:vAlign w:val="center"/>
          </w:tcPr>
          <w:p w:rsidRPr="002A175E" w:rsidR="00B74045" w:rsidP="00B74045" w:rsidRDefault="00B74045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B74045" w:rsidR="00B74045" w:rsidP="004961D3" w:rsidRDefault="004961D3" w14:paraId="3E05E57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xmlns:wp14="http://schemas.microsoft.com/office/word/2010/wordml" w:rsidRPr="004E4652" w:rsidR="00B74045" w:rsidTr="00B74045" w14:paraId="5DADB8BE" wp14:textId="77777777">
        <w:tc>
          <w:tcPr>
            <w:tcW w:w="845" w:type="dxa"/>
            <w:vAlign w:val="center"/>
          </w:tcPr>
          <w:p w:rsidRPr="002A175E" w:rsidR="00B74045" w:rsidP="00B74045" w:rsidRDefault="00B74045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B74045" w:rsidR="00B74045" w:rsidP="005A455F" w:rsidRDefault="004961D3" w14:paraId="2F2DDCC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xmlns:wp14="http://schemas.microsoft.com/office/word/2010/wordml" w:rsidRPr="004E4652" w:rsidR="00B74045" w:rsidTr="00B74045" w14:paraId="35AD4EE3" wp14:textId="77777777">
        <w:tc>
          <w:tcPr>
            <w:tcW w:w="845" w:type="dxa"/>
            <w:vAlign w:val="center"/>
          </w:tcPr>
          <w:p w:rsidRPr="002A175E" w:rsidR="00B74045" w:rsidP="00B74045" w:rsidRDefault="00B74045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B74045" w:rsidR="00B74045" w:rsidP="00CC1761" w:rsidRDefault="004961D3" w14:paraId="066221F2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4961D3" w:rsidR="00CC1761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xmlns:wp14="http://schemas.microsoft.com/office/word/2010/wordml" w:rsidRPr="004E4652" w:rsidR="00B74045" w:rsidTr="00B74045" w14:paraId="47613457" wp14:textId="77777777">
        <w:tc>
          <w:tcPr>
            <w:tcW w:w="845" w:type="dxa"/>
            <w:vAlign w:val="center"/>
          </w:tcPr>
          <w:p w:rsidRPr="002A175E" w:rsidR="00B74045" w:rsidP="00B74045" w:rsidRDefault="00B74045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B74045" w:rsidR="00B74045" w:rsidP="00CC1761" w:rsidRDefault="004961D3" w14:paraId="6316EE6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 xml:space="preserve">Nabycie umiejętności projektowania interfejsu graficznego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4E4652" w:rsidR="00B74045" w:rsidTr="00B74045" w14:paraId="3D7FD7D2" wp14:textId="77777777">
        <w:tc>
          <w:tcPr>
            <w:tcW w:w="845" w:type="dxa"/>
            <w:vAlign w:val="center"/>
          </w:tcPr>
          <w:p w:rsidRPr="002A175E" w:rsidR="00B74045" w:rsidP="00B74045" w:rsidRDefault="00B74045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Pr="00B74045" w:rsidR="00B74045" w:rsidP="00AF22CB" w:rsidRDefault="00CC1761" w14:paraId="05B8136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</w:t>
            </w:r>
            <w:r w:rsidR="00A7708C">
              <w:rPr>
                <w:rFonts w:ascii="Corbel" w:hAnsi="Corbel"/>
                <w:sz w:val="24"/>
                <w:szCs w:val="24"/>
              </w:rPr>
              <w:t>jętności korzystania z narzędzi</w:t>
            </w:r>
            <w:r>
              <w:rPr>
                <w:rFonts w:ascii="Corbel" w:hAnsi="Corbel"/>
                <w:sz w:val="24"/>
                <w:szCs w:val="24"/>
              </w:rPr>
              <w:t xml:space="preserve">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AF22CB" w:rsid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Pr="00AF22CB" w:rsid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Pr="00B74045" w:rsid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3DDEBA1D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xmlns:wp14="http://schemas.microsoft.com/office/word/2010/wordml" w:rsidRPr="009C54AE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xmlns:wp14="http://schemas.microsoft.com/office/word/2010/wordml" w:rsidRPr="009C54AE" w:rsidR="0085747A" w:rsidTr="5E628268" w14:paraId="0B745C95" wp14:textId="77777777">
        <w:tc>
          <w:tcPr>
            <w:tcW w:w="1680" w:type="dxa"/>
            <w:tcMar/>
            <w:vAlign w:val="center"/>
          </w:tcPr>
          <w:p w:rsidRPr="009C54AE" w:rsidR="0085747A" w:rsidP="00781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tcMar/>
            <w:vAlign w:val="center"/>
          </w:tcPr>
          <w:p w:rsidRPr="009C54AE" w:rsidR="0085747A" w:rsidP="007814AE" w:rsidRDefault="0085747A" w14:paraId="6770404B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tcMar/>
            <w:vAlign w:val="center"/>
          </w:tcPr>
          <w:p w:rsidRPr="009C54AE" w:rsidR="0085747A" w:rsidP="007814AE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xmlns:wp14="http://schemas.microsoft.com/office/word/2010/wordml" w:rsidRPr="002A175E" w:rsidR="001F562C" w:rsidTr="5E628268" w14:paraId="68FFF3C7" wp14:textId="77777777">
        <w:tc>
          <w:tcPr>
            <w:tcW w:w="1680" w:type="dxa"/>
            <w:tcMar/>
          </w:tcPr>
          <w:p w:rsidRPr="002A175E" w:rsidR="001F562C" w:rsidP="007D2A9F" w:rsidRDefault="001F562C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  <w:tcMar/>
          </w:tcPr>
          <w:p w:rsidRPr="002A175E" w:rsidR="001F562C" w:rsidP="003D089D" w:rsidRDefault="00CC1761" w14:paraId="0A89EF0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1F562C" w:rsidP="007D2A9F" w:rsidRDefault="006207A8" w14:paraId="6FEA01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xmlns:wp14="http://schemas.microsoft.com/office/word/2010/wordml" w:rsidRPr="002A175E" w:rsidR="001F562C" w:rsidTr="5E628268" w14:paraId="72475C98" wp14:textId="77777777">
        <w:tc>
          <w:tcPr>
            <w:tcW w:w="1680" w:type="dxa"/>
            <w:tcMar/>
          </w:tcPr>
          <w:p w:rsidRPr="002A175E" w:rsidR="001F562C" w:rsidP="007D2A9F" w:rsidRDefault="001F562C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  <w:tcMar/>
          </w:tcPr>
          <w:p w:rsidRPr="001F562C" w:rsidR="001F562C" w:rsidP="00B74045" w:rsidRDefault="00CC1761" w14:paraId="34BF995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1F562C" w:rsidP="00131277" w:rsidRDefault="0057722F" w14:paraId="7499E0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2A175E" w:rsidR="001F562C" w:rsidTr="5E628268" w14:paraId="5929C26E" wp14:textId="77777777">
        <w:tc>
          <w:tcPr>
            <w:tcW w:w="1680" w:type="dxa"/>
            <w:tcMar/>
          </w:tcPr>
          <w:p w:rsidRPr="002A175E" w:rsidR="001F562C" w:rsidP="007D2A9F" w:rsidRDefault="001F562C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  <w:tcMar/>
          </w:tcPr>
          <w:p w:rsidRPr="001F562C" w:rsidR="001F562C" w:rsidP="00514BCC" w:rsidRDefault="00514BCC" w14:paraId="3CA579E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1F562C" w:rsidP="007D2A9F" w:rsidRDefault="0057722F" w14:paraId="4E8A135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xmlns:wp14="http://schemas.microsoft.com/office/word/2010/wordml" w:rsidRPr="002A175E" w:rsidR="00CC1761" w:rsidTr="5E628268" w14:paraId="6CF3B8DB" wp14:textId="77777777">
        <w:tc>
          <w:tcPr>
            <w:tcW w:w="1680" w:type="dxa"/>
            <w:tcMar/>
          </w:tcPr>
          <w:p w:rsidRPr="002A175E" w:rsidR="00CC1761" w:rsidP="007D2A9F" w:rsidRDefault="00CC1761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  <w:tcMar/>
          </w:tcPr>
          <w:p w:rsidRPr="001F562C" w:rsidR="00CC1761" w:rsidP="007C1555" w:rsidRDefault="00514BCC" w14:paraId="109C59D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CC1761" w:rsidP="007D2A9F" w:rsidRDefault="006207A8" w14:paraId="131E534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xmlns:wp14="http://schemas.microsoft.com/office/word/2010/wordml" w:rsidRPr="002A175E" w:rsidR="00CC1761" w:rsidTr="5E628268" w14:paraId="5F712D59" wp14:textId="77777777">
        <w:tc>
          <w:tcPr>
            <w:tcW w:w="1680" w:type="dxa"/>
            <w:tcMar/>
          </w:tcPr>
          <w:p w:rsidRPr="002A175E" w:rsidR="00CC1761" w:rsidP="007D2A9F" w:rsidRDefault="00CC1761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  <w:tcMar/>
          </w:tcPr>
          <w:p w:rsidRPr="001F562C" w:rsidR="00CC1761" w:rsidP="00B74045" w:rsidRDefault="00613148" w14:paraId="2713F0B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CC1761" w:rsidP="007D2A9F" w:rsidRDefault="006207A8" w14:paraId="6393EDA4" wp14:textId="61ECD95B">
            <w:pPr>
              <w:pStyle w:val="Punktygwne"/>
              <w:spacing w:before="0" w:after="0"/>
            </w:pPr>
            <w:r w:rsidRPr="5E628268" w:rsidR="006207A8">
              <w:rPr>
                <w:rFonts w:ascii="Corbel" w:hAnsi="Corbel"/>
                <w:b w:val="0"/>
                <w:bCs w:val="0"/>
                <w:caps w:val="0"/>
                <w:smallCaps w:val="0"/>
              </w:rPr>
              <w:t>K_</w:t>
            </w:r>
            <w:r w:rsidRPr="5E628268" w:rsidR="0057722F">
              <w:rPr>
                <w:rFonts w:ascii="Corbel" w:hAnsi="Corbel"/>
                <w:b w:val="0"/>
                <w:bCs w:val="0"/>
                <w:caps w:val="0"/>
                <w:smallCaps w:val="0"/>
              </w:rPr>
              <w:t>U12</w:t>
            </w:r>
          </w:p>
        </w:tc>
      </w:tr>
      <w:tr xmlns:wp14="http://schemas.microsoft.com/office/word/2010/wordml" w:rsidRPr="002A175E" w:rsidR="00CC1761" w:rsidTr="5E628268" w14:paraId="076C3A21" wp14:textId="77777777">
        <w:tc>
          <w:tcPr>
            <w:tcW w:w="1680" w:type="dxa"/>
            <w:tcMar/>
          </w:tcPr>
          <w:p w:rsidRPr="002A175E" w:rsidR="00CC1761" w:rsidP="007D2A9F" w:rsidRDefault="00CC1761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  <w:tcMar/>
          </w:tcPr>
          <w:p w:rsidRPr="001F562C" w:rsidR="00CC1761" w:rsidP="00B74045" w:rsidRDefault="00613148" w14:paraId="707B763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CC1761" w:rsidP="007D2A9F" w:rsidRDefault="007A12C9" w14:paraId="3457085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30A7CF1A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="0085747A" w:rsidP="009C54AE" w:rsidRDefault="0085747A" w14:paraId="3ED017BC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xmlns:wp14="http://schemas.microsoft.com/office/word/2010/wordml" w:rsidRPr="008D14BB" w:rsidR="008D14BB" w:rsidP="008D14BB" w:rsidRDefault="008D14BB" w14:paraId="1299C43A" wp14:textId="7777777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A96862" w14:paraId="587EA2A8" wp14:textId="77777777">
        <w:tc>
          <w:tcPr>
            <w:tcW w:w="9520" w:type="dxa"/>
          </w:tcPr>
          <w:p w:rsidRPr="009C54AE" w:rsidR="0085747A" w:rsidP="00A96862" w:rsidRDefault="0085747A" w14:paraId="35113026" wp14:textId="77777777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4C5822" w:rsidTr="00A96862" w14:paraId="712DE144" wp14:textId="77777777">
        <w:tc>
          <w:tcPr>
            <w:tcW w:w="9520" w:type="dxa"/>
          </w:tcPr>
          <w:p w:rsidRPr="009C54AE" w:rsidR="004C5822" w:rsidP="000A04A6" w:rsidRDefault="00FF760E" w14:paraId="3D959A77" wp14:textId="77777777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xmlns:wp14="http://schemas.microsoft.com/office/word/2010/wordml" w:rsidRPr="009C54AE" w:rsidR="004C5822" w:rsidTr="00A96862" w14:paraId="353B37FA" wp14:textId="77777777">
        <w:tc>
          <w:tcPr>
            <w:tcW w:w="9520" w:type="dxa"/>
          </w:tcPr>
          <w:p w:rsidRPr="009C54AE" w:rsidR="004C5822" w:rsidP="00CA5DF4" w:rsidRDefault="00CA5DF4" w14:paraId="31084873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relacji: </w:t>
            </w:r>
            <w:r w:rsidR="00FF760E">
              <w:rPr>
                <w:rFonts w:ascii="Corbel" w:hAnsi="Corbel"/>
                <w:sz w:val="24"/>
                <w:szCs w:val="24"/>
              </w:rPr>
              <w:t>klucze obce</w:t>
            </w:r>
            <w:r w:rsidRPr="00FF760E" w:rsidR="00FF76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F760E">
              <w:rPr>
                <w:rFonts w:ascii="Corbel" w:hAnsi="Corbel"/>
                <w:sz w:val="24"/>
                <w:szCs w:val="24"/>
              </w:rPr>
              <w:t>relacje</w:t>
            </w:r>
            <w:r w:rsidRPr="00FF760E" w:rsid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 w:rsidR="00FF760E">
              <w:rPr>
                <w:rFonts w:ascii="Corbel" w:hAnsi="Corbel"/>
                <w:sz w:val="24"/>
                <w:szCs w:val="24"/>
              </w:rPr>
              <w:t>,</w:t>
            </w:r>
            <w:r w:rsidRPr="00FF760E" w:rsid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 w:rsid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C5822" w:rsidTr="003D089D" w14:paraId="70A10EA3" wp14:textId="77777777">
        <w:trPr>
          <w:cantSplit/>
        </w:trPr>
        <w:tc>
          <w:tcPr>
            <w:tcW w:w="9520" w:type="dxa"/>
          </w:tcPr>
          <w:p w:rsidRPr="009C54AE" w:rsidR="004C5822" w:rsidP="000A04A6" w:rsidRDefault="00FF760E" w14:paraId="6268B84F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xmlns:wp14="http://schemas.microsoft.com/office/word/2010/wordml" w:rsidRPr="009C54AE" w:rsidR="004C5822" w:rsidTr="003D089D" w14:paraId="15A288BE" wp14:textId="77777777">
        <w:trPr>
          <w:cantSplit/>
        </w:trPr>
        <w:tc>
          <w:tcPr>
            <w:tcW w:w="9520" w:type="dxa"/>
          </w:tcPr>
          <w:p w:rsidRPr="009C54AE" w:rsidR="004C5822" w:rsidP="000A04A6" w:rsidRDefault="00FF760E" w14:paraId="45E8C86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C5822" w:rsidTr="00A96862" w14:paraId="3DB6C698" wp14:textId="77777777">
        <w:tc>
          <w:tcPr>
            <w:tcW w:w="9520" w:type="dxa"/>
          </w:tcPr>
          <w:p w:rsidRPr="00FB27C4" w:rsidR="004C5822" w:rsidP="003D089D" w:rsidRDefault="00FF760E" w14:paraId="7D7E39F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C5822" w:rsidTr="00A96862" w14:paraId="049752F6" wp14:textId="77777777">
        <w:tc>
          <w:tcPr>
            <w:tcW w:w="9520" w:type="dxa"/>
          </w:tcPr>
          <w:p w:rsidRPr="00FB27C4" w:rsidR="004C5822" w:rsidP="00422ECB" w:rsidRDefault="000A04A6" w14:paraId="30A3506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1F562C" w:rsidP="001F562C" w:rsidRDefault="00405599" w14:paraId="5BBC7355" wp14:textId="77777777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Pr="002A175E" w:rsidR="001F562C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Pr="002A175E" w:rsidR="001F562C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Pr="002A175E" w:rsidR="001F562C">
        <w:rPr>
          <w:rFonts w:ascii="Corbel" w:hAnsi="Corbel"/>
          <w:sz w:val="24"/>
          <w:szCs w:val="24"/>
        </w:rPr>
        <w:t>onsultacje.</w:t>
      </w:r>
    </w:p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xmlns:wp14="http://schemas.microsoft.com/office/word/2010/wordml" w:rsidRPr="009C54AE" w:rsidR="0085747A" w:rsidTr="00E24198" w14:paraId="16540711" wp14:textId="77777777">
        <w:tc>
          <w:tcPr>
            <w:tcW w:w="2378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:rsidRPr="009C54AE" w:rsidR="0085747A" w:rsidP="007C1F9A" w:rsidRDefault="0085747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:rsidRPr="009C54AE" w:rsidR="0085747A" w:rsidP="004E4652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xmlns:wp14="http://schemas.microsoft.com/office/word/2010/wordml" w:rsidRPr="004E4652" w:rsidR="001F562C" w:rsidTr="00E24198" w14:paraId="48B0A701" wp14:textId="77777777">
        <w:tc>
          <w:tcPr>
            <w:tcW w:w="2378" w:type="dxa"/>
          </w:tcPr>
          <w:p w:rsidRPr="002A175E" w:rsidR="001F562C" w:rsidP="007D2A9F" w:rsidRDefault="004C3B61" w14:paraId="1EB017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1F562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:rsidRPr="004C3B61" w:rsidR="001F562C" w:rsidP="005A455F" w:rsidRDefault="00E81D9F" w14:paraId="017F6A02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Pr="002A175E" w:rsidR="001F562C" w:rsidP="007D2A9F" w:rsidRDefault="00E24198" w14:paraId="71E8B11E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E24198" w:rsidTr="00E24198" w14:paraId="43CCFA0A" wp14:textId="77777777">
        <w:tc>
          <w:tcPr>
            <w:tcW w:w="2378" w:type="dxa"/>
          </w:tcPr>
          <w:p w:rsidRPr="002A175E" w:rsidR="00E24198" w:rsidP="00E24198" w:rsidRDefault="004C3B6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E2419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:rsidRPr="002A175E" w:rsidR="00E24198" w:rsidP="00E24198" w:rsidRDefault="00E81D9F" w14:paraId="4ADF615C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Pr="002A175E" w:rsidR="00E24198" w:rsidP="00E24198" w:rsidRDefault="00E24198" w14:paraId="76A2162A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E24198" w:rsidTr="00E24198" w14:paraId="0972B2EC" wp14:textId="77777777">
        <w:tc>
          <w:tcPr>
            <w:tcW w:w="2378" w:type="dxa"/>
          </w:tcPr>
          <w:p w:rsidRPr="002A175E" w:rsidR="00E24198" w:rsidP="00E24198" w:rsidRDefault="00E24198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:rsidRPr="002A175E" w:rsidR="00E24198" w:rsidP="00E24198" w:rsidRDefault="00E81D9F" w14:paraId="2B9F235B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Pr="002A175E" w:rsidR="00E24198" w:rsidP="00E24198" w:rsidRDefault="00E24198" w14:paraId="57876327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B4439B" w:rsidTr="00E24198" w14:paraId="2B398D7B" wp14:textId="77777777">
        <w:tc>
          <w:tcPr>
            <w:tcW w:w="2378" w:type="dxa"/>
          </w:tcPr>
          <w:p w:rsidRPr="002A175E" w:rsidR="00B4439B" w:rsidP="00E24198" w:rsidRDefault="00B4439B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:rsidRPr="002A175E" w:rsidR="00B4439B" w:rsidP="00E24198" w:rsidRDefault="00E81D9F" w14:paraId="29AD1042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="00B4439B" w:rsidP="00E24198" w:rsidRDefault="00E81D9F" w14:paraId="45C085CA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B4439B" w:rsidTr="00E24198" w14:paraId="352C565D" wp14:textId="77777777">
        <w:tc>
          <w:tcPr>
            <w:tcW w:w="2378" w:type="dxa"/>
          </w:tcPr>
          <w:p w:rsidRPr="002A175E" w:rsidR="00B4439B" w:rsidP="00E24198" w:rsidRDefault="00B4439B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:rsidRPr="002A175E" w:rsidR="00B4439B" w:rsidP="00E24198" w:rsidRDefault="00E81D9F" w14:paraId="6B806229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="00B4439B" w:rsidP="00E24198" w:rsidRDefault="00E81D9F" w14:paraId="3CF5C364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B4439B" w:rsidTr="00E24198" w14:paraId="353552FD" wp14:textId="77777777">
        <w:tc>
          <w:tcPr>
            <w:tcW w:w="2378" w:type="dxa"/>
          </w:tcPr>
          <w:p w:rsidRPr="002A175E" w:rsidR="00B4439B" w:rsidP="00E24198" w:rsidRDefault="00B4439B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:rsidRPr="002A175E" w:rsidR="00B4439B" w:rsidP="00E24198" w:rsidRDefault="00E81D9F" w14:paraId="044409DE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="00B4439B" w:rsidP="00E24198" w:rsidRDefault="00E81D9F" w14:paraId="507AB7B0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923D7D" w14:paraId="4769FFA8" wp14:textId="77777777">
        <w:tc>
          <w:tcPr>
            <w:tcW w:w="9670" w:type="dxa"/>
          </w:tcPr>
          <w:p w:rsidR="00953C61" w:rsidP="00953C61" w:rsidRDefault="00953C61" w14:paraId="64C8584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953C61" w:rsidP="00953C61" w:rsidRDefault="00953C61" w14:paraId="70B58B72" wp14:textId="77777777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:rsidR="00953C61" w:rsidP="00953C61" w:rsidRDefault="00953C61" w14:paraId="7CFBBB37" wp14:textId="77777777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:rsidR="00953C61" w:rsidP="00953C61" w:rsidRDefault="00953C61" w14:paraId="4ED8A16C" wp14:textId="77777777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C5674" w:rsidR="00953C61" w:rsidP="00953C61" w:rsidRDefault="00953C61" w14:paraId="613355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9E3AD8" w:rsidR="00953C61" w:rsidP="00953C61" w:rsidRDefault="00953C61" w14:paraId="061916D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:rsidRPr="009E3AD8" w:rsidR="00953C61" w:rsidP="00953C61" w:rsidRDefault="00953C61" w14:paraId="7C5C2E3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:rsidRPr="009E3AD8" w:rsidR="00953C61" w:rsidP="00953C61" w:rsidRDefault="00953C61" w14:paraId="537B0E5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:rsidRPr="009E3AD8" w:rsidR="00953C61" w:rsidP="00953C61" w:rsidRDefault="00953C61" w14:paraId="75388F0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:rsidR="00953C61" w:rsidP="00953C61" w:rsidRDefault="00953C61" w14:paraId="7268FB4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:rsidR="00953C61" w:rsidP="00953C61" w:rsidRDefault="00DD5AC1" w14:paraId="48C142D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5AC1"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podwójną wagą dla kolokwiów poprawkowych.</w:t>
            </w:r>
          </w:p>
          <w:p w:rsidRPr="009C54AE" w:rsidR="007A5C0B" w:rsidP="00953C61" w:rsidRDefault="00953C61" w14:paraId="37A03C7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9C54AE" w:rsidR="0085747A" w:rsidTr="00CB3735" w14:paraId="63D9DE79" wp14:textId="77777777">
        <w:tc>
          <w:tcPr>
            <w:tcW w:w="4901" w:type="dxa"/>
            <w:vAlign w:val="center"/>
          </w:tcPr>
          <w:p w:rsidRPr="009C54AE" w:rsidR="0085747A" w:rsidP="00E24198" w:rsidRDefault="00C61DC5" w14:paraId="4C452BB7" wp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Pr="009C54AE" w:rsidR="0085747A" w:rsidP="00E24198" w:rsidRDefault="00C61DC5" w14:paraId="4BAACCBA" wp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0368C2" w:rsidTr="00CB3735" w14:paraId="7D316E8A" wp14:textId="77777777">
        <w:tc>
          <w:tcPr>
            <w:tcW w:w="4901" w:type="dxa"/>
          </w:tcPr>
          <w:p w:rsidRPr="009C54AE" w:rsidR="000368C2" w:rsidP="004D4350" w:rsidRDefault="000368C2" w14:paraId="765A5D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:rsidRPr="009C54AE" w:rsidR="000368C2" w:rsidP="00381321" w:rsidRDefault="009B3A3F" w14:paraId="089009E4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xmlns:wp14="http://schemas.microsoft.com/office/word/2010/wordml" w:rsidRPr="009C54AE" w:rsidR="004D4350" w:rsidTr="00CB3735" w14:paraId="4ED92AEB" wp14:textId="77777777">
        <w:tc>
          <w:tcPr>
            <w:tcW w:w="4901" w:type="dxa"/>
          </w:tcPr>
          <w:p w:rsidRPr="009C54AE" w:rsidR="004D4350" w:rsidP="005A455F" w:rsidRDefault="004D4350" w14:paraId="327055D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:rsidRPr="009C54AE" w:rsidR="004D4350" w:rsidP="00381321" w:rsidRDefault="00E81D9F" w14:paraId="78941E4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5F3EA5" w:rsidTr="00CB3735" w14:paraId="607446D4" wp14:textId="77777777">
        <w:tc>
          <w:tcPr>
            <w:tcW w:w="4901" w:type="dxa"/>
          </w:tcPr>
          <w:p w:rsidRPr="009C54AE" w:rsidR="005F3EA5" w:rsidP="00E81D9F" w:rsidRDefault="005F3EA5" w14:paraId="4E1C235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– przygotowanie do kolokwiów</w:t>
            </w:r>
          </w:p>
        </w:tc>
        <w:tc>
          <w:tcPr>
            <w:tcW w:w="4619" w:type="dxa"/>
          </w:tcPr>
          <w:p w:rsidRPr="009C54AE" w:rsidR="005F3EA5" w:rsidP="00381321" w:rsidRDefault="00422ECB" w14:paraId="469A235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="009B3A3F">
              <w:rPr>
                <w:rFonts w:ascii="Corbel" w:hAnsi="Corbel"/>
                <w:sz w:val="24"/>
                <w:szCs w:val="24"/>
              </w:rPr>
              <w:t>3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9B3A3F">
              <w:rPr>
                <w:rFonts w:ascii="Corbel" w:hAnsi="Corbel"/>
                <w:sz w:val="24"/>
                <w:szCs w:val="24"/>
              </w:rPr>
              <w:t>13</w:t>
            </w:r>
            <w:bookmarkStart w:name="_GoBack" w:id="0"/>
            <w:bookmarkEnd w:id="0"/>
          </w:p>
        </w:tc>
      </w:tr>
      <w:tr xmlns:wp14="http://schemas.microsoft.com/office/word/2010/wordml" w:rsidRPr="009C54AE" w:rsidR="0085747A" w:rsidTr="00CB3735" w14:paraId="4D6280AD" wp14:textId="77777777">
        <w:tc>
          <w:tcPr>
            <w:tcW w:w="4901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Pr="009C54AE" w:rsidR="0085747A" w:rsidP="00381321" w:rsidRDefault="00CB3735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85747A" w:rsidTr="00CB3735" w14:paraId="0AD00C0E" wp14:textId="77777777">
        <w:tc>
          <w:tcPr>
            <w:tcW w:w="4901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Pr="009C54AE" w:rsidR="0085747A" w:rsidP="00381321" w:rsidRDefault="00422ECB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60BDDF44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xmlns:wp14="http://schemas.microsoft.com/office/word/2010/wordml" w:rsidRPr="009C54AE" w:rsidR="0085747A" w:rsidTr="000368C2" w14:paraId="5454FE01" wp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9C54AE" w:rsidR="0085747A" w:rsidP="00B7003C" w:rsidRDefault="00B7003C" w14:paraId="6A09E91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0368C2" w14:paraId="5BCC8499" wp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9C54AE" w:rsidR="0085747A" w:rsidP="00B7003C" w:rsidRDefault="00B7003C" w14:paraId="33E67AC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434794" w:rsidP="009C54AE" w:rsidRDefault="00434794" w14:paraId="5997CC1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0368C2" w14:paraId="4AF734D1" wp14:textId="77777777">
        <w:trPr>
          <w:trHeight w:val="397"/>
        </w:trPr>
        <w:tc>
          <w:tcPr>
            <w:tcW w:w="9639" w:type="dxa"/>
          </w:tcPr>
          <w:p w:rsidRPr="004C3B61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C3B61" w:rsidR="00110142" w:rsidP="0079438A" w:rsidRDefault="00110142" w14:paraId="4C1BC9B9" wp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4C3B61" w:rsidR="00FB20B2">
              <w:rPr>
                <w:rFonts w:ascii="Corbel" w:hAnsi="Corbel"/>
                <w:b w:val="0"/>
              </w:rPr>
              <w:t xml:space="preserve">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>D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D77C93" w:rsidR="007C1555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Pr="00D77C93" w:rsidR="007C1555">
              <w:rPr>
                <w:rFonts w:ascii="Corbel" w:hAnsi="Corbel"/>
                <w:b w:val="0"/>
                <w:smallCaps w:val="0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>Szeliga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C1555" w:rsidR="00D77C93">
              <w:rPr>
                <w:rFonts w:ascii="Corbel" w:hAnsi="Corbel"/>
                <w:b w:val="0"/>
                <w:i/>
                <w:smallCaps w:val="0"/>
              </w:rPr>
              <w:t>Access 2013 PL</w:t>
            </w:r>
            <w:r w:rsidR="007C1555">
              <w:rPr>
                <w:rFonts w:ascii="Corbel" w:hAnsi="Corbel"/>
                <w:b w:val="0"/>
                <w:i/>
                <w:smallCaps w:val="0"/>
              </w:rPr>
              <w:t>,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77C93" w:rsid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D77C93">
              <w:rPr>
                <w:rFonts w:ascii="Corbel" w:hAnsi="Corbel"/>
                <w:b w:val="0"/>
                <w:smallCaps w:val="0"/>
              </w:rPr>
              <w:t>2013.</w:t>
            </w:r>
          </w:p>
          <w:p w:rsidRPr="004C3B61" w:rsidR="006A7237" w:rsidP="007C1555" w:rsidRDefault="00110142" w14:paraId="1824BC6B" wp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Owczarek, D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C1555" w:rsidR="007C155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7C1555" w:rsidR="00D77C93">
              <w:rPr>
                <w:rFonts w:ascii="Corbel" w:hAnsi="Corbel"/>
                <w:b w:val="0"/>
                <w:i/>
                <w:smallCaps w:val="0"/>
                <w:szCs w:val="24"/>
              </w:rPr>
              <w:t>Podstawy systemów informatycznych zarządzania z wykorzystaniem MS Access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612C8"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612C8" w:rsidR="007C1555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000368C2" w14:paraId="5E3564F8" wp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C1555" w:rsidR="00110142" w:rsidP="0079438A" w:rsidRDefault="00110142" w14:paraId="03A4C1A2" wp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7C1555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M. Alexander, R. </w:t>
            </w:r>
            <w:proofErr w:type="spellStart"/>
            <w:r w:rsidRPr="007C1555" w:rsidR="007C1555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Pr="007C1555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C1555" w:rsidR="003612C8">
              <w:rPr>
                <w:rFonts w:ascii="Corbel" w:hAnsi="Corbel"/>
                <w:b w:val="0"/>
                <w:i/>
                <w:smallCaps w:val="0"/>
                <w:szCs w:val="24"/>
              </w:rPr>
              <w:t>Access 2019 PL Biblia</w:t>
            </w:r>
            <w:r w:rsidRPr="007C1555" w:rsidR="007C1555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7C1555" w:rsidR="003612C8">
              <w:rPr>
                <w:rFonts w:ascii="Corbel" w:hAnsi="Corbel"/>
                <w:b w:val="0"/>
                <w:smallCaps w:val="0"/>
              </w:rPr>
              <w:t xml:space="preserve"> Wydawnictwo Helion, </w:t>
            </w:r>
            <w:r w:rsidRPr="007C1555" w:rsidR="007C1555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Pr="007C1555" w:rsidR="003612C8">
              <w:rPr>
                <w:rFonts w:ascii="Corbel" w:hAnsi="Corbel"/>
                <w:b w:val="0"/>
                <w:smallCaps w:val="0"/>
              </w:rPr>
              <w:t>2019.</w:t>
            </w:r>
          </w:p>
          <w:p w:rsidRPr="003612C8" w:rsidR="00733451" w:rsidP="0079438A" w:rsidRDefault="006A7237" w14:paraId="2AC770FC" wp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3612C8"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612C8" w:rsidR="008F0B7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1555">
              <w:rPr>
                <w:rFonts w:ascii="Corbel" w:hAnsi="Corbel"/>
                <w:b w:val="0"/>
                <w:smallCaps w:val="0"/>
              </w:rPr>
              <w:t>P.</w:t>
            </w:r>
            <w:r w:rsidRPr="000862FA" w:rsidR="007C1555">
              <w:rPr>
                <w:rFonts w:ascii="Corbel" w:hAnsi="Corbel"/>
                <w:b w:val="0"/>
                <w:smallCaps w:val="0"/>
              </w:rPr>
              <w:t xml:space="preserve"> Domka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C1555" w:rsidR="003612C8">
              <w:rPr>
                <w:rFonts w:ascii="Corbel" w:hAnsi="Corbel"/>
                <w:b w:val="0"/>
                <w:i/>
                <w:smallCaps w:val="0"/>
              </w:rPr>
              <w:t>Bazy danych i systemy baz danych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Wydawnictwo WSiP, 2013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</w:p>
          <w:p w:rsidRPr="00CB3735" w:rsidR="00110142" w:rsidP="007C1555" w:rsidRDefault="006A7237" w14:paraId="085E5AD4" wp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C1555" w:rsidR="000862FA">
              <w:rPr>
                <w:rFonts w:ascii="Corbel" w:hAnsi="Corbel"/>
                <w:b w:val="0"/>
                <w:i/>
                <w:smallCaps w:val="0"/>
                <w:szCs w:val="24"/>
              </w:rPr>
              <w:t>Relacyjne bazy danych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77C93" w:rsidR="000862FA">
              <w:rPr>
                <w:rFonts w:ascii="Corbel" w:hAnsi="Corbel"/>
                <w:b w:val="0"/>
                <w:smallCaps w:val="0"/>
              </w:rPr>
              <w:t>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A1538D" w:rsidP="00C16ABF" w:rsidRDefault="00A1538D" w14:paraId="6B69937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1538D" w:rsidP="00C16ABF" w:rsidRDefault="00A1538D" w14:paraId="3FE9F23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A1538D" w:rsidP="00C16ABF" w:rsidRDefault="00A1538D" w14:paraId="1F72F64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1538D" w:rsidP="00C16ABF" w:rsidRDefault="00A1538D" w14:paraId="08CE6F91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814AE" w:rsidRDefault="007814AE" w14:paraId="50887DAE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218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C5363"/>
    <w:rsid w:val="001D657B"/>
    <w:rsid w:val="001D7B54"/>
    <w:rsid w:val="001E0209"/>
    <w:rsid w:val="001E695B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555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B3A3F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38D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7708C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A5DF4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169E"/>
    <w:rsid w:val="00D8678B"/>
    <w:rsid w:val="00DA2114"/>
    <w:rsid w:val="00DB58F4"/>
    <w:rsid w:val="00DD5AC1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5140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  <w:rsid w:val="5E628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64CB"/>
  <w15:docId w15:val="{3C88675E-1F7F-40BB-B5E0-3AC9395AEE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68AFD-F8A9-401C-AC97-1C9F63D38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975AD-8B05-4B5C-9B54-F22456E81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AE8B-0ECD-4339-9BF3-7426FE9DB1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32902B-DE1F-4BB5-9790-8BA1EF968B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Cyrek Magdalena</lastModifiedBy>
  <revision>52</revision>
  <lastPrinted>2017-02-15T12:41:00.0000000Z</lastPrinted>
  <dcterms:created xsi:type="dcterms:W3CDTF">2020-10-23T19:38:00.0000000Z</dcterms:created>
  <dcterms:modified xsi:type="dcterms:W3CDTF">2022-05-31T15:49:03.2244413Z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